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7E8" w:rsidRDefault="003947E8" w:rsidP="003947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947E8" w:rsidRPr="003947E8" w:rsidRDefault="00EA69E4" w:rsidP="003947E8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Załącznik nr 3</w:t>
      </w:r>
      <w:r w:rsidR="003947E8" w:rsidRPr="003947E8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 </w:t>
      </w:r>
      <w:r w:rsidR="003947E8" w:rsidRPr="003947E8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do „Instrukcji </w:t>
      </w:r>
    </w:p>
    <w:p w:rsidR="003947E8" w:rsidRPr="003947E8" w:rsidRDefault="003947E8" w:rsidP="003947E8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3947E8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przeciwdziałania praniu pieniędzy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i</w:t>
      </w:r>
      <w:r w:rsidRPr="003947E8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</w:p>
    <w:p w:rsidR="003947E8" w:rsidRPr="003947E8" w:rsidRDefault="003947E8" w:rsidP="003947E8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3947E8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  </w:t>
      </w:r>
      <w:r w:rsidRPr="003947E8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finansowaniu terroryzmu w BS </w:t>
      </w:r>
    </w:p>
    <w:p w:rsidR="003947E8" w:rsidRPr="003947E8" w:rsidRDefault="003947E8" w:rsidP="003947E8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3947E8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w Zawadzkiem”</w:t>
      </w:r>
    </w:p>
    <w:p w:rsidR="003947E8" w:rsidRDefault="003947E8" w:rsidP="003947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947E8" w:rsidRDefault="003947E8" w:rsidP="003947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947E8" w:rsidRPr="003947E8" w:rsidRDefault="003947E8" w:rsidP="003947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47E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</w:t>
      </w:r>
    </w:p>
    <w:p w:rsidR="003947E8" w:rsidRPr="003947E8" w:rsidRDefault="003947E8" w:rsidP="003947E8">
      <w:pPr>
        <w:spacing w:after="120" w:line="48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947E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(imię i nazwisko) </w:t>
      </w:r>
    </w:p>
    <w:p w:rsidR="003947E8" w:rsidRPr="003947E8" w:rsidRDefault="003947E8" w:rsidP="003947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47E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</w:t>
      </w:r>
      <w:r w:rsidRPr="003947E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3947E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3947E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3947E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3947E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3947E8" w:rsidRPr="003947E8" w:rsidRDefault="00A83F92" w:rsidP="003947E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(rodzaj seria i numer</w:t>
      </w:r>
      <w:bookmarkStart w:id="0" w:name="_GoBack"/>
      <w:bookmarkEnd w:id="0"/>
      <w:r w:rsidR="003947E8" w:rsidRPr="003947E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dokumentu tożsamości)</w:t>
      </w:r>
      <w:r w:rsidR="003947E8" w:rsidRPr="003947E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3947E8" w:rsidRPr="003947E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3947E8" w:rsidRPr="003947E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3947E8" w:rsidRPr="003947E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3947E8" w:rsidRPr="003947E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3947E8" w:rsidRPr="003947E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</w:t>
      </w:r>
    </w:p>
    <w:p w:rsidR="003947E8" w:rsidRPr="003947E8" w:rsidRDefault="003947E8" w:rsidP="003947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47E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947E8" w:rsidRPr="003947E8" w:rsidRDefault="003947E8" w:rsidP="003947E8">
      <w:pPr>
        <w:keepNext/>
        <w:suppressAutoHyphens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947E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</w:t>
      </w:r>
    </w:p>
    <w:p w:rsidR="003947E8" w:rsidRPr="003947E8" w:rsidRDefault="003947E8" w:rsidP="003947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947E8" w:rsidRPr="003947E8" w:rsidRDefault="003947E8" w:rsidP="003947E8">
      <w:pPr>
        <w:keepNext/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47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jestem obywatelem ........................................................................................ </w:t>
      </w:r>
    </w:p>
    <w:p w:rsidR="003947E8" w:rsidRPr="003947E8" w:rsidRDefault="003947E8" w:rsidP="003947E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947E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3947E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3947E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3947E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3947E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3947E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3947E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3947E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3947E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(nazwa kraju)</w:t>
      </w:r>
    </w:p>
    <w:p w:rsidR="003947E8" w:rsidRPr="003947E8" w:rsidRDefault="003947E8" w:rsidP="003947E8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47E8">
        <w:rPr>
          <w:rFonts w:ascii="Times New Roman" w:eastAsia="Times New Roman" w:hAnsi="Times New Roman" w:cs="Times New Roman"/>
          <w:sz w:val="24"/>
          <w:szCs w:val="24"/>
          <w:lang w:eastAsia="pl-PL"/>
        </w:rPr>
        <w:t>i jestem zameldowany/mieszkam pod wskazanym adresem:</w:t>
      </w:r>
    </w:p>
    <w:p w:rsidR="003947E8" w:rsidRPr="003947E8" w:rsidRDefault="003947E8" w:rsidP="003947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947E8" w:rsidRPr="003947E8" w:rsidRDefault="003947E8" w:rsidP="003947E8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3947E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Adres zameldowania:*</w:t>
      </w:r>
    </w:p>
    <w:p w:rsidR="003947E8" w:rsidRPr="003947E8" w:rsidRDefault="003947E8" w:rsidP="003947E8">
      <w:pPr>
        <w:keepNext/>
        <w:suppressAutoHyphens/>
        <w:spacing w:after="0" w:line="48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47E8">
        <w:rPr>
          <w:rFonts w:ascii="Times New Roman" w:eastAsia="Times New Roman" w:hAnsi="Times New Roman" w:cs="Times New Roman"/>
          <w:sz w:val="24"/>
          <w:szCs w:val="24"/>
          <w:lang w:eastAsia="pl-PL"/>
        </w:rPr>
        <w:t>Kraj: ……………………………………………………………………………………………</w:t>
      </w:r>
    </w:p>
    <w:p w:rsidR="003947E8" w:rsidRPr="003947E8" w:rsidRDefault="003947E8" w:rsidP="003947E8">
      <w:pPr>
        <w:keepNext/>
        <w:suppressAutoHyphens/>
        <w:spacing w:after="0" w:line="48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47E8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miejscowości i kod pocztowy: .......................................................................................</w:t>
      </w:r>
    </w:p>
    <w:p w:rsidR="003947E8" w:rsidRPr="003947E8" w:rsidRDefault="003947E8" w:rsidP="003947E8">
      <w:pPr>
        <w:keepNext/>
        <w:suppressAutoHyphens/>
        <w:spacing w:after="0" w:line="48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47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Ulica: .......................................................................................................................................... </w:t>
      </w:r>
    </w:p>
    <w:p w:rsidR="003947E8" w:rsidRPr="003947E8" w:rsidRDefault="003947E8" w:rsidP="003947E8">
      <w:pPr>
        <w:keepNext/>
        <w:suppressAutoHyphens/>
        <w:spacing w:after="0" w:line="48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47E8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domu ............  Numer mieszkania .............</w:t>
      </w:r>
    </w:p>
    <w:p w:rsidR="003947E8" w:rsidRPr="003947E8" w:rsidRDefault="003947E8" w:rsidP="003947E8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3947E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Adres zamieszkania:**</w:t>
      </w:r>
    </w:p>
    <w:p w:rsidR="003947E8" w:rsidRPr="003947E8" w:rsidRDefault="003947E8" w:rsidP="003947E8">
      <w:pPr>
        <w:keepNext/>
        <w:suppressAutoHyphens/>
        <w:spacing w:after="0" w:line="48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47E8">
        <w:rPr>
          <w:rFonts w:ascii="Times New Roman" w:eastAsia="Times New Roman" w:hAnsi="Times New Roman" w:cs="Times New Roman"/>
          <w:sz w:val="24"/>
          <w:szCs w:val="24"/>
          <w:lang w:eastAsia="pl-PL"/>
        </w:rPr>
        <w:t>Kraj: ……………………………………………………………………………………………</w:t>
      </w:r>
    </w:p>
    <w:p w:rsidR="003947E8" w:rsidRPr="003947E8" w:rsidRDefault="003947E8" w:rsidP="003947E8">
      <w:pPr>
        <w:keepNext/>
        <w:suppressAutoHyphens/>
        <w:spacing w:after="0" w:line="48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47E8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miejscowości i kod pocztowy: .......................................................................................</w:t>
      </w:r>
    </w:p>
    <w:p w:rsidR="003947E8" w:rsidRPr="003947E8" w:rsidRDefault="003947E8" w:rsidP="003947E8">
      <w:pPr>
        <w:keepNext/>
        <w:suppressAutoHyphens/>
        <w:spacing w:after="0" w:line="48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47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Ulica: .......................................................................................................................................... </w:t>
      </w:r>
    </w:p>
    <w:p w:rsidR="003947E8" w:rsidRPr="003947E8" w:rsidRDefault="003947E8" w:rsidP="003947E8">
      <w:pPr>
        <w:keepNext/>
        <w:suppressAutoHyphens/>
        <w:spacing w:after="0" w:line="48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47E8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domu ............  Numer mieszkania .............</w:t>
      </w:r>
    </w:p>
    <w:p w:rsidR="003947E8" w:rsidRPr="003947E8" w:rsidRDefault="003947E8" w:rsidP="003947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947E8" w:rsidRPr="003947E8" w:rsidRDefault="003947E8" w:rsidP="003947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947E8" w:rsidRPr="003947E8" w:rsidRDefault="003947E8" w:rsidP="003947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47E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</w:t>
      </w:r>
      <w:r w:rsidRPr="003947E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3947E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3947E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</w:t>
      </w:r>
    </w:p>
    <w:p w:rsidR="003947E8" w:rsidRPr="003947E8" w:rsidRDefault="003947E8" w:rsidP="003947E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947E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(miejscowość, data)</w:t>
      </w:r>
      <w:r w:rsidRPr="003947E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3947E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3947E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3947E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3947E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3947E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(czytelny podpis klienta)</w:t>
      </w:r>
    </w:p>
    <w:p w:rsidR="003947E8" w:rsidRPr="003947E8" w:rsidRDefault="003947E8" w:rsidP="003947E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947E8" w:rsidRPr="003947E8" w:rsidRDefault="003947E8" w:rsidP="003947E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947E8">
        <w:rPr>
          <w:rFonts w:ascii="Times New Roman" w:eastAsia="Times New Roman" w:hAnsi="Times New Roman" w:cs="Times New Roman"/>
          <w:sz w:val="20"/>
          <w:szCs w:val="20"/>
          <w:lang w:eastAsia="pl-PL"/>
        </w:rPr>
        <w:t>*pola należy uzupełnić w przypadku gdy posiada Pani/Pan adres zameldowania</w:t>
      </w:r>
    </w:p>
    <w:p w:rsidR="003947E8" w:rsidRPr="003947E8" w:rsidRDefault="003947E8" w:rsidP="003947E8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947E8">
        <w:rPr>
          <w:rFonts w:ascii="Times New Roman" w:eastAsia="Times New Roman" w:hAnsi="Times New Roman" w:cs="Times New Roman"/>
          <w:sz w:val="20"/>
          <w:szCs w:val="20"/>
          <w:lang w:eastAsia="pl-PL"/>
        </w:rPr>
        <w:t>** pola obowiązkowe</w:t>
      </w:r>
    </w:p>
    <w:p w:rsidR="002A4150" w:rsidRDefault="002A4150"/>
    <w:sectPr w:rsidR="002A4150" w:rsidSect="009E3A9A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7E8"/>
    <w:rsid w:val="002A4150"/>
    <w:rsid w:val="003947E8"/>
    <w:rsid w:val="00A83F92"/>
    <w:rsid w:val="00AD32D4"/>
    <w:rsid w:val="00EA6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1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 Dudarewicz</dc:creator>
  <cp:lastModifiedBy>Ewelina Klimas</cp:lastModifiedBy>
  <cp:revision>2</cp:revision>
  <dcterms:created xsi:type="dcterms:W3CDTF">2018-09-13T13:47:00Z</dcterms:created>
  <dcterms:modified xsi:type="dcterms:W3CDTF">2018-09-13T13:47:00Z</dcterms:modified>
</cp:coreProperties>
</file>